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F9B07" w14:textId="77777777" w:rsidR="006A6C10" w:rsidRDefault="006A6C10" w:rsidP="006A2A63">
      <w:pPr>
        <w:rPr>
          <w:rFonts w:ascii="Gigi" w:hAnsi="Gigi"/>
          <w:b/>
          <w:bCs/>
          <w:sz w:val="52"/>
          <w:szCs w:val="52"/>
        </w:rPr>
      </w:pPr>
      <w:r w:rsidRPr="006A6C10">
        <w:rPr>
          <w:rFonts w:ascii="Gigi" w:hAnsi="Gigi"/>
          <w:b/>
          <w:bCs/>
          <w:sz w:val="52"/>
          <w:szCs w:val="52"/>
        </w:rPr>
        <w:t>Informative Speech</w:t>
      </w:r>
      <w:r>
        <w:rPr>
          <w:rFonts w:ascii="Gigi" w:hAnsi="Gigi"/>
          <w:b/>
          <w:bCs/>
          <w:sz w:val="52"/>
          <w:szCs w:val="52"/>
        </w:rPr>
        <w:tab/>
      </w:r>
    </w:p>
    <w:p w14:paraId="41635893" w14:textId="79B3ACD8" w:rsidR="007B5769" w:rsidRPr="006A6C10" w:rsidRDefault="007B5769" w:rsidP="006A2A63">
      <w:pPr>
        <w:rPr>
          <w:rFonts w:ascii="Gigi" w:hAnsi="Gigi"/>
          <w:b/>
          <w:bCs/>
          <w:sz w:val="52"/>
          <w:szCs w:val="52"/>
        </w:rPr>
      </w:pPr>
      <w:r>
        <w:rPr>
          <w:b/>
          <w:bCs/>
        </w:rPr>
        <w:t xml:space="preserve">Rough draft due </w:t>
      </w:r>
      <w:r w:rsidR="007740A3">
        <w:rPr>
          <w:b/>
          <w:bCs/>
        </w:rPr>
        <w:t xml:space="preserve">April </w:t>
      </w:r>
      <w:r w:rsidR="000F67E6">
        <w:rPr>
          <w:b/>
          <w:bCs/>
        </w:rPr>
        <w:t>19</w:t>
      </w:r>
    </w:p>
    <w:p w14:paraId="1B49D69F" w14:textId="08DAC8C2" w:rsidR="006A6C10" w:rsidRDefault="000F67E6" w:rsidP="006A2A63">
      <w:pPr>
        <w:rPr>
          <w:b/>
          <w:bCs/>
        </w:rPr>
      </w:pPr>
      <w:r>
        <w:rPr>
          <w:b/>
          <w:bCs/>
        </w:rPr>
        <w:t>Speech due April 26</w:t>
      </w:r>
      <w:bookmarkStart w:id="0" w:name="_GoBack"/>
      <w:bookmarkEnd w:id="0"/>
    </w:p>
    <w:p w14:paraId="7ABB55B8" w14:textId="77777777" w:rsidR="006A6C10" w:rsidRPr="006A6C10" w:rsidRDefault="006A6C10" w:rsidP="006A2A63">
      <w:pPr>
        <w:rPr>
          <w:b/>
          <w:bCs/>
          <w:i/>
        </w:rPr>
      </w:pPr>
    </w:p>
    <w:p w14:paraId="7FD46A60" w14:textId="77777777" w:rsidR="006A6C10" w:rsidRPr="006A6C10" w:rsidRDefault="006A6C10" w:rsidP="006A2A63">
      <w:pPr>
        <w:rPr>
          <w:b/>
          <w:bCs/>
        </w:rPr>
      </w:pPr>
      <w:r w:rsidRPr="006A6C10">
        <w:rPr>
          <w:b/>
          <w:bCs/>
          <w:i/>
        </w:rPr>
        <w:t>General Description:</w:t>
      </w:r>
      <w:r>
        <w:rPr>
          <w:b/>
          <w:bCs/>
        </w:rPr>
        <w:t xml:space="preserve"> </w:t>
      </w:r>
      <w:r>
        <w:rPr>
          <w:bCs/>
        </w:rPr>
        <w:t>It will be your job to inform the audience (our class) regarding a topic of your choice</w:t>
      </w:r>
      <w:r w:rsidR="007B5769">
        <w:rPr>
          <w:bCs/>
        </w:rPr>
        <w:t xml:space="preserve">.  </w:t>
      </w:r>
      <w:r>
        <w:rPr>
          <w:bCs/>
        </w:rPr>
        <w:t xml:space="preserve">You are giving the audience information about this topic, not seeking to persuade us!  You should prepare at least one visual aid (see below). </w:t>
      </w:r>
    </w:p>
    <w:p w14:paraId="1301F2B8" w14:textId="77777777" w:rsidR="006A6C10" w:rsidRDefault="006A6C10" w:rsidP="006A2A63">
      <w:pPr>
        <w:rPr>
          <w:bCs/>
        </w:rPr>
      </w:pPr>
    </w:p>
    <w:p w14:paraId="4CC92A7A" w14:textId="77777777" w:rsidR="006A6C10" w:rsidRDefault="006A6C10" w:rsidP="006A2A63">
      <w:pPr>
        <w:rPr>
          <w:bCs/>
        </w:rPr>
      </w:pPr>
      <w:r w:rsidRPr="006A6C10">
        <w:rPr>
          <w:b/>
          <w:bCs/>
          <w:i/>
        </w:rPr>
        <w:t>Length:</w:t>
      </w:r>
      <w:r>
        <w:rPr>
          <w:bCs/>
        </w:rPr>
        <w:t xml:space="preserve"> Your speech should be 3-5 pages written.  It should be typed, double-spaced, in </w:t>
      </w:r>
      <w:r w:rsidR="007B5769">
        <w:rPr>
          <w:bCs/>
        </w:rPr>
        <w:t>12-point</w:t>
      </w:r>
      <w:r>
        <w:rPr>
          <w:bCs/>
        </w:rPr>
        <w:t xml:space="preserve"> font, with </w:t>
      </w:r>
      <w:r w:rsidR="007B5769">
        <w:rPr>
          <w:bCs/>
        </w:rPr>
        <w:t>one-inch</w:t>
      </w:r>
      <w:r>
        <w:rPr>
          <w:bCs/>
        </w:rPr>
        <w:t xml:space="preserve"> margins.  </w:t>
      </w:r>
    </w:p>
    <w:p w14:paraId="5C6F558C" w14:textId="77777777" w:rsidR="006A6C10" w:rsidRDefault="006A6C10" w:rsidP="006A2A63">
      <w:pPr>
        <w:rPr>
          <w:bCs/>
        </w:rPr>
      </w:pPr>
    </w:p>
    <w:p w14:paraId="3631C3C9" w14:textId="77777777" w:rsidR="006A6C10" w:rsidRPr="006A6C10" w:rsidRDefault="006A6C10" w:rsidP="006A2A63">
      <w:pPr>
        <w:rPr>
          <w:bCs/>
        </w:rPr>
      </w:pPr>
      <w:r w:rsidRPr="006A6C10">
        <w:rPr>
          <w:b/>
          <w:bCs/>
          <w:i/>
        </w:rPr>
        <w:t>Delivery</w:t>
      </w:r>
      <w:r w:rsidRPr="006A6C10">
        <w:rPr>
          <w:b/>
          <w:bCs/>
        </w:rPr>
        <w:t>:</w:t>
      </w:r>
      <w:r>
        <w:rPr>
          <w:bCs/>
        </w:rPr>
        <w:t xml:space="preserve"> You may use notecards, but you may not use your paper during your delivery.</w:t>
      </w:r>
    </w:p>
    <w:p w14:paraId="2E30CD63" w14:textId="77777777" w:rsidR="006A6C10" w:rsidRDefault="006A6C10" w:rsidP="006A6C10">
      <w:pPr>
        <w:rPr>
          <w:b/>
          <w:bCs/>
        </w:rPr>
      </w:pPr>
    </w:p>
    <w:p w14:paraId="214420DD" w14:textId="77777777" w:rsidR="006A6C10" w:rsidRDefault="006A6C10" w:rsidP="006A6C10">
      <w:pPr>
        <w:rPr>
          <w:bCs/>
        </w:rPr>
      </w:pPr>
      <w:r w:rsidRPr="006A6C10">
        <w:rPr>
          <w:b/>
          <w:bCs/>
          <w:i/>
        </w:rPr>
        <w:t>Visual Aids:</w:t>
      </w:r>
      <w:r>
        <w:rPr>
          <w:b/>
          <w:bCs/>
        </w:rPr>
        <w:t xml:space="preserve"> </w:t>
      </w:r>
      <w:r w:rsidRPr="006A6C10">
        <w:rPr>
          <w:bCs/>
        </w:rPr>
        <w:t xml:space="preserve">You will use a visual aid to assist you in clarifying and supporting your ideas during your presentation.  A visual aid is used to clarify, support, and explain visually.  It should not be the focal point of the presentation.  There are many types of visuals to choose </w:t>
      </w:r>
      <w:r w:rsidR="007B5769" w:rsidRPr="006A6C10">
        <w:rPr>
          <w:bCs/>
        </w:rPr>
        <w:t>from</w:t>
      </w:r>
      <w:r w:rsidRPr="006A6C10">
        <w:rPr>
          <w:bCs/>
        </w:rPr>
        <w:t xml:space="preserve"> slides, graphs, charts, pictures (large enough), flip-charts, models, diagrams, PowerPoint, overhe</w:t>
      </w:r>
      <w:r>
        <w:rPr>
          <w:bCs/>
        </w:rPr>
        <w:t>ads, etc</w:t>
      </w:r>
      <w:r w:rsidR="007B5769">
        <w:rPr>
          <w:bCs/>
        </w:rPr>
        <w:t>...  DO</w:t>
      </w:r>
      <w:r>
        <w:rPr>
          <w:bCs/>
        </w:rPr>
        <w:t xml:space="preserve"> NOT USE THE </w:t>
      </w:r>
      <w:r w:rsidRPr="006A6C10">
        <w:rPr>
          <w:bCs/>
        </w:rPr>
        <w:t>BOARD.</w:t>
      </w:r>
    </w:p>
    <w:p w14:paraId="4DAD8637" w14:textId="77777777" w:rsidR="006A6C10" w:rsidRPr="006A6C10" w:rsidRDefault="006A6C10" w:rsidP="006A6C10">
      <w:pPr>
        <w:rPr>
          <w:b/>
          <w:bCs/>
        </w:rPr>
      </w:pPr>
    </w:p>
    <w:p w14:paraId="1502D435" w14:textId="77777777" w:rsidR="006A6C10" w:rsidRPr="006A6C10" w:rsidRDefault="006A6C10" w:rsidP="006A6C10">
      <w:pPr>
        <w:rPr>
          <w:b/>
          <w:bCs/>
          <w:i/>
        </w:rPr>
      </w:pPr>
      <w:r w:rsidRPr="006A6C10">
        <w:rPr>
          <w:b/>
          <w:bCs/>
          <w:i/>
        </w:rPr>
        <w:t>Ten Tips for the use of visual aids:</w:t>
      </w:r>
    </w:p>
    <w:p w14:paraId="2893C222" w14:textId="77777777" w:rsidR="006A6C10" w:rsidRDefault="006A6C10" w:rsidP="006A6C10">
      <w:pPr>
        <w:ind w:left="720"/>
        <w:rPr>
          <w:bCs/>
        </w:rPr>
        <w:sectPr w:rsidR="006A6C10" w:rsidSect="006A6C10">
          <w:pgSz w:w="12240" w:h="15840"/>
          <w:pgMar w:top="1008" w:right="1008" w:bottom="1008" w:left="1008" w:header="720" w:footer="720" w:gutter="0"/>
          <w:pgBorders w:offsetFrom="page">
            <w:top w:val="peopleWaving" w:sz="15" w:space="24" w:color="auto"/>
            <w:left w:val="peopleWaving" w:sz="15" w:space="24" w:color="auto"/>
            <w:bottom w:val="peopleWaving" w:sz="15" w:space="24" w:color="auto"/>
            <w:right w:val="peopleWaving" w:sz="15" w:space="24" w:color="auto"/>
          </w:pgBorders>
          <w:cols w:space="720"/>
          <w:docGrid w:linePitch="360"/>
        </w:sectPr>
      </w:pPr>
    </w:p>
    <w:p w14:paraId="478B53C4" w14:textId="77777777"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lastRenderedPageBreak/>
        <w:t xml:space="preserve">1. Prepare visual aids in advance. </w:t>
      </w:r>
    </w:p>
    <w:p w14:paraId="47194FA2" w14:textId="5F5AB7CF" w:rsidR="006A6C10" w:rsidRPr="006A6C10" w:rsidRDefault="007740A3" w:rsidP="006A6C10">
      <w:pPr>
        <w:ind w:left="720"/>
        <w:rPr>
          <w:bCs/>
        </w:rPr>
      </w:pPr>
      <w:r>
        <w:rPr>
          <w:bCs/>
        </w:rPr>
        <w:t>2. Use dark ink, broad tip pens, l</w:t>
      </w:r>
      <w:r w:rsidR="006A6C10" w:rsidRPr="006A6C10">
        <w:rPr>
          <w:bCs/>
        </w:rPr>
        <w:t xml:space="preserve">arge lettering. </w:t>
      </w:r>
    </w:p>
    <w:p w14:paraId="3110D3FE" w14:textId="77777777"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t xml:space="preserve">3. Display where ALL can see. </w:t>
      </w:r>
    </w:p>
    <w:p w14:paraId="6DA17E74" w14:textId="77777777"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t xml:space="preserve">4. Don't pass visuals among audience during speech </w:t>
      </w:r>
    </w:p>
    <w:p w14:paraId="677D1768" w14:textId="77777777"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t xml:space="preserve">5. Explain visual aids clearly and concisely. </w:t>
      </w:r>
    </w:p>
    <w:p w14:paraId="44F7E6F1" w14:textId="77777777"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lastRenderedPageBreak/>
        <w:t>6. Make sure the visual aids are large enough.</w:t>
      </w:r>
    </w:p>
    <w:p w14:paraId="7563968C" w14:textId="77777777"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t>7. Avoid distracting colors or pastel colors.</w:t>
      </w:r>
    </w:p>
    <w:p w14:paraId="08936163" w14:textId="77777777" w:rsidR="006A6C10" w:rsidRPr="006A6C10" w:rsidRDefault="007B5769" w:rsidP="006A6C10">
      <w:pPr>
        <w:ind w:left="720"/>
        <w:rPr>
          <w:bCs/>
        </w:rPr>
      </w:pPr>
      <w:r w:rsidRPr="006A6C10">
        <w:rPr>
          <w:bCs/>
        </w:rPr>
        <w:t>8. Keep them simple and clear</w:t>
      </w:r>
      <w:r>
        <w:rPr>
          <w:bCs/>
        </w:rPr>
        <w:t>,</w:t>
      </w:r>
      <w:r w:rsidRPr="006A6C10">
        <w:rPr>
          <w:bCs/>
        </w:rPr>
        <w:t xml:space="preserve"> not cluttered.</w:t>
      </w:r>
    </w:p>
    <w:p w14:paraId="190BD56E" w14:textId="77777777"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t>9. Talk to the audience, not to the visual aid.</w:t>
      </w:r>
    </w:p>
    <w:p w14:paraId="760794DB" w14:textId="77777777"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t>10. Practice several times aloud with your visual aid(s).</w:t>
      </w:r>
    </w:p>
    <w:p w14:paraId="1BE682BB" w14:textId="77777777" w:rsidR="006A6C10" w:rsidRDefault="006A6C10" w:rsidP="006A2A63">
      <w:pPr>
        <w:rPr>
          <w:b/>
          <w:bCs/>
        </w:rPr>
        <w:sectPr w:rsidR="006A6C10" w:rsidSect="006A6C10">
          <w:type w:val="continuous"/>
          <w:pgSz w:w="12240" w:h="15840"/>
          <w:pgMar w:top="1008" w:right="1008" w:bottom="1008" w:left="1008" w:header="720" w:footer="720" w:gutter="0"/>
          <w:pgBorders w:offsetFrom="page">
            <w:top w:val="peopleWaving" w:sz="15" w:space="24" w:color="auto"/>
            <w:left w:val="peopleWaving" w:sz="15" w:space="24" w:color="auto"/>
            <w:bottom w:val="peopleWaving" w:sz="15" w:space="24" w:color="auto"/>
            <w:right w:val="peopleWaving" w:sz="15" w:space="24" w:color="auto"/>
          </w:pgBorders>
          <w:cols w:num="2" w:space="144"/>
          <w:docGrid w:linePitch="360"/>
        </w:sectPr>
      </w:pPr>
    </w:p>
    <w:p w14:paraId="75320C6F" w14:textId="77777777" w:rsidR="006A6C10" w:rsidRDefault="006A6C10" w:rsidP="006A2A63">
      <w:pPr>
        <w:rPr>
          <w:b/>
          <w:bCs/>
        </w:rPr>
      </w:pPr>
    </w:p>
    <w:p w14:paraId="1C13E9A0" w14:textId="77777777" w:rsidR="006A2A63" w:rsidRPr="006A6C10" w:rsidRDefault="006A2A63" w:rsidP="006A2A63">
      <w:pPr>
        <w:rPr>
          <w:b/>
          <w:bCs/>
          <w:i/>
        </w:rPr>
      </w:pPr>
      <w:r w:rsidRPr="006A6C10">
        <w:rPr>
          <w:b/>
          <w:bCs/>
          <w:i/>
        </w:rPr>
        <w:t>Grading</w:t>
      </w:r>
      <w:r w:rsidR="006A6C10">
        <w:rPr>
          <w:b/>
          <w:bCs/>
          <w:i/>
        </w:rPr>
        <w:t>: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6A2A63" w14:paraId="6A1BB0F5" w14:textId="77777777">
        <w:tc>
          <w:tcPr>
            <w:tcW w:w="2214" w:type="dxa"/>
          </w:tcPr>
          <w:p w14:paraId="42F656CC" w14:textId="77777777" w:rsidR="006A2A63" w:rsidRPr="0077359D" w:rsidRDefault="006A2A63" w:rsidP="006A2A63">
            <w:pPr>
              <w:rPr>
                <w:b/>
              </w:rPr>
            </w:pPr>
            <w:r w:rsidRPr="0077359D">
              <w:rPr>
                <w:b/>
              </w:rPr>
              <w:t>Written</w:t>
            </w:r>
          </w:p>
        </w:tc>
        <w:tc>
          <w:tcPr>
            <w:tcW w:w="2214" w:type="dxa"/>
          </w:tcPr>
          <w:p w14:paraId="7F6CA85F" w14:textId="77777777" w:rsidR="006A2A63" w:rsidRDefault="006A2A63" w:rsidP="006A2A63"/>
        </w:tc>
        <w:tc>
          <w:tcPr>
            <w:tcW w:w="2214" w:type="dxa"/>
          </w:tcPr>
          <w:p w14:paraId="068443AB" w14:textId="77777777" w:rsidR="006A2A63" w:rsidRDefault="006A2A63" w:rsidP="006A2A63"/>
        </w:tc>
        <w:tc>
          <w:tcPr>
            <w:tcW w:w="2214" w:type="dxa"/>
          </w:tcPr>
          <w:p w14:paraId="1B24B40A" w14:textId="77777777" w:rsidR="006A2A63" w:rsidRDefault="006A2A63" w:rsidP="006A2A63"/>
        </w:tc>
      </w:tr>
      <w:tr w:rsidR="006A2A63" w14:paraId="3EBA7485" w14:textId="77777777">
        <w:tc>
          <w:tcPr>
            <w:tcW w:w="2214" w:type="dxa"/>
          </w:tcPr>
          <w:p w14:paraId="4360923A" w14:textId="77777777" w:rsidR="006A2A63" w:rsidRDefault="006A2A63" w:rsidP="006A2A63">
            <w:r>
              <w:t>Ideas and Content</w:t>
            </w:r>
          </w:p>
        </w:tc>
        <w:tc>
          <w:tcPr>
            <w:tcW w:w="2214" w:type="dxa"/>
          </w:tcPr>
          <w:p w14:paraId="6AD69222" w14:textId="77777777" w:rsidR="006A2A63" w:rsidRDefault="006A2A63" w:rsidP="006A2A63"/>
        </w:tc>
        <w:tc>
          <w:tcPr>
            <w:tcW w:w="2214" w:type="dxa"/>
          </w:tcPr>
          <w:p w14:paraId="44B1251A" w14:textId="77777777" w:rsidR="006A2A63" w:rsidRDefault="006A2A63" w:rsidP="006A2A63">
            <w:r>
              <w:t>x 2</w:t>
            </w:r>
          </w:p>
        </w:tc>
        <w:tc>
          <w:tcPr>
            <w:tcW w:w="2214" w:type="dxa"/>
          </w:tcPr>
          <w:p w14:paraId="5AE92EEF" w14:textId="77777777" w:rsidR="006A2A63" w:rsidRDefault="006A2A63" w:rsidP="006A2A63"/>
        </w:tc>
      </w:tr>
      <w:tr w:rsidR="006A2A63" w14:paraId="1E4B8C99" w14:textId="77777777">
        <w:tc>
          <w:tcPr>
            <w:tcW w:w="2214" w:type="dxa"/>
          </w:tcPr>
          <w:p w14:paraId="1214E929" w14:textId="77777777" w:rsidR="006A2A63" w:rsidRDefault="006A2A63" w:rsidP="006A2A63">
            <w:r>
              <w:t>Organization</w:t>
            </w:r>
          </w:p>
        </w:tc>
        <w:tc>
          <w:tcPr>
            <w:tcW w:w="2214" w:type="dxa"/>
          </w:tcPr>
          <w:p w14:paraId="47419160" w14:textId="77777777" w:rsidR="006A2A63" w:rsidRDefault="006A2A63" w:rsidP="006A2A63"/>
        </w:tc>
        <w:tc>
          <w:tcPr>
            <w:tcW w:w="2214" w:type="dxa"/>
          </w:tcPr>
          <w:p w14:paraId="3972F4A7" w14:textId="77777777" w:rsidR="006A2A63" w:rsidRDefault="006A2A63" w:rsidP="006A2A63">
            <w:r>
              <w:t>x 2</w:t>
            </w:r>
          </w:p>
        </w:tc>
        <w:tc>
          <w:tcPr>
            <w:tcW w:w="2214" w:type="dxa"/>
          </w:tcPr>
          <w:p w14:paraId="0A209046" w14:textId="77777777" w:rsidR="006A2A63" w:rsidRDefault="006A2A63" w:rsidP="006A2A63"/>
        </w:tc>
      </w:tr>
      <w:tr w:rsidR="006A2A63" w14:paraId="7FED7130" w14:textId="77777777">
        <w:tc>
          <w:tcPr>
            <w:tcW w:w="2214" w:type="dxa"/>
          </w:tcPr>
          <w:p w14:paraId="535D81C7" w14:textId="77777777" w:rsidR="006A2A63" w:rsidRDefault="006A2A63" w:rsidP="006A2A63">
            <w:r>
              <w:t>Voice</w:t>
            </w:r>
          </w:p>
        </w:tc>
        <w:tc>
          <w:tcPr>
            <w:tcW w:w="2214" w:type="dxa"/>
          </w:tcPr>
          <w:p w14:paraId="454891F9" w14:textId="77777777" w:rsidR="006A2A63" w:rsidRDefault="006A2A63" w:rsidP="006A2A63"/>
        </w:tc>
        <w:tc>
          <w:tcPr>
            <w:tcW w:w="2214" w:type="dxa"/>
          </w:tcPr>
          <w:p w14:paraId="0C14DFC4" w14:textId="77777777" w:rsidR="006A2A63" w:rsidRDefault="006A2A63" w:rsidP="006A2A63">
            <w:r>
              <w:t>x 1</w:t>
            </w:r>
          </w:p>
        </w:tc>
        <w:tc>
          <w:tcPr>
            <w:tcW w:w="2214" w:type="dxa"/>
          </w:tcPr>
          <w:p w14:paraId="17D921AC" w14:textId="77777777" w:rsidR="006A2A63" w:rsidRDefault="006A2A63" w:rsidP="006A2A63"/>
        </w:tc>
      </w:tr>
      <w:tr w:rsidR="006A2A63" w14:paraId="3D4DEF3B" w14:textId="77777777">
        <w:tc>
          <w:tcPr>
            <w:tcW w:w="2214" w:type="dxa"/>
          </w:tcPr>
          <w:p w14:paraId="531C36FF" w14:textId="77777777" w:rsidR="006A2A63" w:rsidRDefault="006A2A63" w:rsidP="006A2A63">
            <w:r>
              <w:t>Word Choice</w:t>
            </w:r>
          </w:p>
        </w:tc>
        <w:tc>
          <w:tcPr>
            <w:tcW w:w="2214" w:type="dxa"/>
          </w:tcPr>
          <w:p w14:paraId="7C76B883" w14:textId="77777777" w:rsidR="006A2A63" w:rsidRDefault="006A2A63" w:rsidP="006A2A63"/>
        </w:tc>
        <w:tc>
          <w:tcPr>
            <w:tcW w:w="2214" w:type="dxa"/>
          </w:tcPr>
          <w:p w14:paraId="71917EA9" w14:textId="77777777" w:rsidR="006A2A63" w:rsidRDefault="006A2A63" w:rsidP="006A2A63">
            <w:r>
              <w:t>x 1</w:t>
            </w:r>
          </w:p>
        </w:tc>
        <w:tc>
          <w:tcPr>
            <w:tcW w:w="2214" w:type="dxa"/>
          </w:tcPr>
          <w:p w14:paraId="75B50A02" w14:textId="77777777" w:rsidR="006A2A63" w:rsidRDefault="006A2A63" w:rsidP="006A2A63"/>
        </w:tc>
      </w:tr>
      <w:tr w:rsidR="006A2A63" w14:paraId="55F6D256" w14:textId="77777777">
        <w:tc>
          <w:tcPr>
            <w:tcW w:w="2214" w:type="dxa"/>
          </w:tcPr>
          <w:p w14:paraId="71DF71B0" w14:textId="77777777" w:rsidR="006A2A63" w:rsidRDefault="006A2A63" w:rsidP="006A2A63">
            <w:r>
              <w:t>Sentence Fluency</w:t>
            </w:r>
          </w:p>
        </w:tc>
        <w:tc>
          <w:tcPr>
            <w:tcW w:w="2214" w:type="dxa"/>
          </w:tcPr>
          <w:p w14:paraId="2419632D" w14:textId="77777777" w:rsidR="006A2A63" w:rsidRDefault="006A2A63" w:rsidP="006A2A63"/>
        </w:tc>
        <w:tc>
          <w:tcPr>
            <w:tcW w:w="2214" w:type="dxa"/>
          </w:tcPr>
          <w:p w14:paraId="7CFE80F2" w14:textId="77777777" w:rsidR="006A2A63" w:rsidRDefault="006A2A63" w:rsidP="006A2A63">
            <w:r>
              <w:t>x 1</w:t>
            </w:r>
          </w:p>
        </w:tc>
        <w:tc>
          <w:tcPr>
            <w:tcW w:w="2214" w:type="dxa"/>
          </w:tcPr>
          <w:p w14:paraId="4AA5CEAE" w14:textId="77777777" w:rsidR="006A2A63" w:rsidRDefault="006A2A63" w:rsidP="006A2A63"/>
        </w:tc>
      </w:tr>
      <w:tr w:rsidR="006A2A63" w14:paraId="29A5CED9" w14:textId="77777777">
        <w:tc>
          <w:tcPr>
            <w:tcW w:w="2214" w:type="dxa"/>
          </w:tcPr>
          <w:p w14:paraId="78F00102" w14:textId="77777777" w:rsidR="006A2A63" w:rsidRDefault="006A2A63" w:rsidP="006A2A63">
            <w:r>
              <w:t>Conventions</w:t>
            </w:r>
          </w:p>
        </w:tc>
        <w:tc>
          <w:tcPr>
            <w:tcW w:w="2214" w:type="dxa"/>
          </w:tcPr>
          <w:p w14:paraId="2A63ACC7" w14:textId="77777777" w:rsidR="006A2A63" w:rsidRDefault="006A2A63" w:rsidP="006A2A63"/>
        </w:tc>
        <w:tc>
          <w:tcPr>
            <w:tcW w:w="2214" w:type="dxa"/>
          </w:tcPr>
          <w:p w14:paraId="4CE81C4B" w14:textId="77777777" w:rsidR="006A2A63" w:rsidRDefault="006A2A63" w:rsidP="006A2A63">
            <w:r>
              <w:t>x 3</w:t>
            </w:r>
          </w:p>
        </w:tc>
        <w:tc>
          <w:tcPr>
            <w:tcW w:w="2214" w:type="dxa"/>
          </w:tcPr>
          <w:p w14:paraId="7F924674" w14:textId="77777777" w:rsidR="006A2A63" w:rsidRDefault="006A2A63" w:rsidP="006A2A63"/>
        </w:tc>
      </w:tr>
      <w:tr w:rsidR="006A2A63" w14:paraId="03522181" w14:textId="77777777">
        <w:tc>
          <w:tcPr>
            <w:tcW w:w="2214" w:type="dxa"/>
          </w:tcPr>
          <w:p w14:paraId="58FD144D" w14:textId="77777777" w:rsidR="006A2A63" w:rsidRPr="0077359D" w:rsidRDefault="006A2A63" w:rsidP="006A2A63">
            <w:pPr>
              <w:rPr>
                <w:b/>
              </w:rPr>
            </w:pPr>
            <w:r w:rsidRPr="0077359D">
              <w:rPr>
                <w:b/>
              </w:rPr>
              <w:t>Spoken</w:t>
            </w:r>
          </w:p>
        </w:tc>
        <w:tc>
          <w:tcPr>
            <w:tcW w:w="2214" w:type="dxa"/>
          </w:tcPr>
          <w:p w14:paraId="0000B407" w14:textId="77777777" w:rsidR="006A2A63" w:rsidRDefault="006A2A63" w:rsidP="006A2A63"/>
        </w:tc>
        <w:tc>
          <w:tcPr>
            <w:tcW w:w="2214" w:type="dxa"/>
          </w:tcPr>
          <w:p w14:paraId="36073328" w14:textId="77777777" w:rsidR="006A2A63" w:rsidRDefault="006A2A63" w:rsidP="006A2A63"/>
        </w:tc>
        <w:tc>
          <w:tcPr>
            <w:tcW w:w="2214" w:type="dxa"/>
          </w:tcPr>
          <w:p w14:paraId="4D424B5E" w14:textId="77777777" w:rsidR="006A2A63" w:rsidRDefault="006A2A63" w:rsidP="006A2A63"/>
        </w:tc>
      </w:tr>
      <w:tr w:rsidR="006A2A63" w14:paraId="45D5BDBF" w14:textId="77777777">
        <w:tc>
          <w:tcPr>
            <w:tcW w:w="2214" w:type="dxa"/>
          </w:tcPr>
          <w:p w14:paraId="00DC08DD" w14:textId="77777777" w:rsidR="006A2A63" w:rsidRDefault="006A2A63" w:rsidP="006A2A63">
            <w:r>
              <w:t>Ideas and Content</w:t>
            </w:r>
          </w:p>
        </w:tc>
        <w:tc>
          <w:tcPr>
            <w:tcW w:w="2214" w:type="dxa"/>
          </w:tcPr>
          <w:p w14:paraId="144CC634" w14:textId="77777777" w:rsidR="006A2A63" w:rsidRDefault="006A2A63" w:rsidP="006A2A63"/>
        </w:tc>
        <w:tc>
          <w:tcPr>
            <w:tcW w:w="2214" w:type="dxa"/>
          </w:tcPr>
          <w:p w14:paraId="605C810A" w14:textId="77777777" w:rsidR="006A2A63" w:rsidRDefault="006A2A63" w:rsidP="006A2A63">
            <w:r>
              <w:t>x 3</w:t>
            </w:r>
          </w:p>
        </w:tc>
        <w:tc>
          <w:tcPr>
            <w:tcW w:w="2214" w:type="dxa"/>
          </w:tcPr>
          <w:p w14:paraId="57CF46A3" w14:textId="77777777" w:rsidR="006A2A63" w:rsidRDefault="006A2A63" w:rsidP="006A2A63"/>
        </w:tc>
      </w:tr>
      <w:tr w:rsidR="006A2A63" w14:paraId="61052C1C" w14:textId="77777777">
        <w:tc>
          <w:tcPr>
            <w:tcW w:w="2214" w:type="dxa"/>
          </w:tcPr>
          <w:p w14:paraId="33DD1CC2" w14:textId="77777777" w:rsidR="006A2A63" w:rsidRDefault="006A2A63" w:rsidP="006A2A63">
            <w:r>
              <w:t>Organization</w:t>
            </w:r>
          </w:p>
        </w:tc>
        <w:tc>
          <w:tcPr>
            <w:tcW w:w="2214" w:type="dxa"/>
          </w:tcPr>
          <w:p w14:paraId="44A5062F" w14:textId="77777777" w:rsidR="006A2A63" w:rsidRDefault="006A2A63" w:rsidP="006A2A63"/>
        </w:tc>
        <w:tc>
          <w:tcPr>
            <w:tcW w:w="2214" w:type="dxa"/>
          </w:tcPr>
          <w:p w14:paraId="09EB0C66" w14:textId="77777777" w:rsidR="006A2A63" w:rsidRDefault="006A2A63" w:rsidP="006A2A63">
            <w:r>
              <w:t>x 3</w:t>
            </w:r>
          </w:p>
        </w:tc>
        <w:tc>
          <w:tcPr>
            <w:tcW w:w="2214" w:type="dxa"/>
          </w:tcPr>
          <w:p w14:paraId="194757EF" w14:textId="77777777" w:rsidR="006A2A63" w:rsidRDefault="006A2A63" w:rsidP="006A2A63"/>
        </w:tc>
      </w:tr>
      <w:tr w:rsidR="006A2A63" w14:paraId="21BB2C4B" w14:textId="77777777">
        <w:tc>
          <w:tcPr>
            <w:tcW w:w="2214" w:type="dxa"/>
          </w:tcPr>
          <w:p w14:paraId="1E7A2888" w14:textId="77777777" w:rsidR="006A2A63" w:rsidRDefault="006A2A63" w:rsidP="006A2A63">
            <w:r>
              <w:t>Language</w:t>
            </w:r>
          </w:p>
        </w:tc>
        <w:tc>
          <w:tcPr>
            <w:tcW w:w="2214" w:type="dxa"/>
          </w:tcPr>
          <w:p w14:paraId="4F71B4A2" w14:textId="77777777" w:rsidR="006A2A63" w:rsidRDefault="006A2A63" w:rsidP="006A2A63"/>
        </w:tc>
        <w:tc>
          <w:tcPr>
            <w:tcW w:w="2214" w:type="dxa"/>
          </w:tcPr>
          <w:p w14:paraId="582B92C7" w14:textId="77777777" w:rsidR="006A2A63" w:rsidRDefault="006A2A63" w:rsidP="006A2A63">
            <w:r>
              <w:t>x 2</w:t>
            </w:r>
          </w:p>
        </w:tc>
        <w:tc>
          <w:tcPr>
            <w:tcW w:w="2214" w:type="dxa"/>
          </w:tcPr>
          <w:p w14:paraId="1AAAB3A9" w14:textId="77777777" w:rsidR="006A2A63" w:rsidRDefault="006A2A63" w:rsidP="006A2A63"/>
        </w:tc>
      </w:tr>
      <w:tr w:rsidR="006A2A63" w14:paraId="5477C379" w14:textId="77777777">
        <w:tc>
          <w:tcPr>
            <w:tcW w:w="2214" w:type="dxa"/>
          </w:tcPr>
          <w:p w14:paraId="249F012E" w14:textId="77777777" w:rsidR="006A2A63" w:rsidRDefault="006A2A63" w:rsidP="006A2A63">
            <w:r>
              <w:t>Delivery</w:t>
            </w:r>
          </w:p>
        </w:tc>
        <w:tc>
          <w:tcPr>
            <w:tcW w:w="2214" w:type="dxa"/>
          </w:tcPr>
          <w:p w14:paraId="02FD0394" w14:textId="77777777" w:rsidR="006A2A63" w:rsidRDefault="006A2A63" w:rsidP="006A2A63"/>
        </w:tc>
        <w:tc>
          <w:tcPr>
            <w:tcW w:w="2214" w:type="dxa"/>
          </w:tcPr>
          <w:p w14:paraId="3F7EEB47" w14:textId="77777777" w:rsidR="006A2A63" w:rsidRDefault="006A2A63" w:rsidP="006A2A63">
            <w:r>
              <w:t>x 2</w:t>
            </w:r>
          </w:p>
        </w:tc>
        <w:tc>
          <w:tcPr>
            <w:tcW w:w="2214" w:type="dxa"/>
          </w:tcPr>
          <w:p w14:paraId="0314EA93" w14:textId="77777777" w:rsidR="006A2A63" w:rsidRDefault="006A2A63" w:rsidP="006A2A63"/>
        </w:tc>
      </w:tr>
      <w:tr w:rsidR="006A2A63" w14:paraId="58843B52" w14:textId="77777777">
        <w:tc>
          <w:tcPr>
            <w:tcW w:w="2214" w:type="dxa"/>
          </w:tcPr>
          <w:p w14:paraId="1192CA09" w14:textId="77777777" w:rsidR="006A2A63" w:rsidRDefault="006A2A63" w:rsidP="006A2A63">
            <w:r>
              <w:t>GRADE</w:t>
            </w:r>
          </w:p>
        </w:tc>
        <w:tc>
          <w:tcPr>
            <w:tcW w:w="2214" w:type="dxa"/>
          </w:tcPr>
          <w:p w14:paraId="475D73EA" w14:textId="77777777" w:rsidR="006A2A63" w:rsidRDefault="006A2A63" w:rsidP="006A2A63"/>
        </w:tc>
        <w:tc>
          <w:tcPr>
            <w:tcW w:w="2214" w:type="dxa"/>
          </w:tcPr>
          <w:p w14:paraId="6734BE22" w14:textId="77777777" w:rsidR="006A2A63" w:rsidRDefault="006A2A63" w:rsidP="006A2A63"/>
        </w:tc>
        <w:tc>
          <w:tcPr>
            <w:tcW w:w="2214" w:type="dxa"/>
          </w:tcPr>
          <w:p w14:paraId="6D6F0E4B" w14:textId="77777777" w:rsidR="006A2A63" w:rsidRDefault="006A2A63" w:rsidP="006A2A63">
            <w:r>
              <w:t xml:space="preserve">             /100</w:t>
            </w:r>
          </w:p>
        </w:tc>
      </w:tr>
    </w:tbl>
    <w:p w14:paraId="63E49E2A" w14:textId="77777777" w:rsidR="006A2A63" w:rsidRDefault="006A2A63" w:rsidP="006A2A63"/>
    <w:p w14:paraId="5494A83E" w14:textId="77777777" w:rsidR="006A2A63" w:rsidRDefault="006A2A63" w:rsidP="006A2A63">
      <w:r>
        <w:t>A = 90-100</w:t>
      </w:r>
      <w:r>
        <w:tab/>
      </w:r>
      <w:r>
        <w:tab/>
      </w:r>
      <w:r>
        <w:tab/>
        <w:t>D = 60-69</w:t>
      </w:r>
    </w:p>
    <w:p w14:paraId="66073D72" w14:textId="77777777" w:rsidR="006A2A63" w:rsidRDefault="006A2A63" w:rsidP="006A2A63">
      <w:r>
        <w:t>B = 80-89</w:t>
      </w:r>
      <w:r>
        <w:tab/>
      </w:r>
      <w:r>
        <w:tab/>
      </w:r>
      <w:r>
        <w:tab/>
        <w:t>F = 0-59</w:t>
      </w:r>
    </w:p>
    <w:p w14:paraId="3ECD1FF9" w14:textId="77777777" w:rsidR="006A2A63" w:rsidRDefault="006A2A63" w:rsidP="006A2A63">
      <w:r>
        <w:t>C = 70-79</w:t>
      </w:r>
    </w:p>
    <w:p w14:paraId="5E5059F7" w14:textId="77777777" w:rsidR="00BC7E77" w:rsidRDefault="00BC7E77"/>
    <w:sectPr w:rsidR="00BC7E77" w:rsidSect="006A6C10">
      <w:type w:val="continuous"/>
      <w:pgSz w:w="12240" w:h="15840"/>
      <w:pgMar w:top="1008" w:right="1008" w:bottom="1008" w:left="1008" w:header="720" w:footer="720" w:gutter="0"/>
      <w:pgBorders w:offsetFrom="page">
        <w:top w:val="peopleWaving" w:sz="15" w:space="24" w:color="auto"/>
        <w:left w:val="peopleWaving" w:sz="15" w:space="24" w:color="auto"/>
        <w:bottom w:val="peopleWaving" w:sz="15" w:space="24" w:color="auto"/>
        <w:right w:val="peopleWaving" w:sz="15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199"/>
    <w:rsid w:val="00027478"/>
    <w:rsid w:val="000B19C2"/>
    <w:rsid w:val="000F67E6"/>
    <w:rsid w:val="001C7F89"/>
    <w:rsid w:val="004C2316"/>
    <w:rsid w:val="005D2EFB"/>
    <w:rsid w:val="006A2A63"/>
    <w:rsid w:val="006A6C10"/>
    <w:rsid w:val="006D5257"/>
    <w:rsid w:val="007740A3"/>
    <w:rsid w:val="007B5769"/>
    <w:rsid w:val="008D49D9"/>
    <w:rsid w:val="008E6450"/>
    <w:rsid w:val="00A10199"/>
    <w:rsid w:val="00BA223E"/>
    <w:rsid w:val="00BC7E77"/>
    <w:rsid w:val="00C37D27"/>
    <w:rsid w:val="00DA4CDE"/>
    <w:rsid w:val="00E8476F"/>
    <w:rsid w:val="00EC1E06"/>
    <w:rsid w:val="00EC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68C1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A6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A2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A6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A2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4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Grading</vt:lpstr>
    </vt:vector>
  </TitlesOfParts>
  <Company>nuhs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Grading</dc:title>
  <dc:creator>nuhs</dc:creator>
  <cp:lastModifiedBy>Ameena</cp:lastModifiedBy>
  <cp:revision>4</cp:revision>
  <cp:lastPrinted>2007-05-03T18:19:00Z</cp:lastPrinted>
  <dcterms:created xsi:type="dcterms:W3CDTF">2010-04-12T15:33:00Z</dcterms:created>
  <dcterms:modified xsi:type="dcterms:W3CDTF">2010-04-12T15:35:00Z</dcterms:modified>
</cp:coreProperties>
</file>